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C68" w:rsidRDefault="00E5352F" w:rsidP="006F6C68">
      <w:pPr>
        <w:pStyle w:val="Tytu"/>
        <w:jc w:val="right"/>
        <w:rPr>
          <w:rFonts w:ascii="Times New Roman" w:hAnsi="Times New Roman"/>
          <w:sz w:val="24"/>
        </w:rPr>
      </w:pPr>
      <w:r w:rsidRPr="00E5352F">
        <w:pict>
          <v:roundrect id="AutoShape 2" o:spid="_x0000_s1026" style="position:absolute;left:0;text-align:left;margin-left:-16.4pt;margin-top:-21.4pt;width:158.45pt;height:80.9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" filled="f" strokeweight=".25pt">
            <v:textbox inset="1pt,1pt,1pt,1pt">
              <w:txbxContent>
                <w:p w:rsidR="006F6C68" w:rsidRDefault="006F6C68" w:rsidP="006F6C68"/>
                <w:p w:rsidR="006F6C68" w:rsidRDefault="006F6C68" w:rsidP="006F6C68">
                  <w:pPr>
                    <w:rPr>
                      <w:sz w:val="12"/>
                    </w:rPr>
                  </w:pPr>
                </w:p>
                <w:p w:rsidR="006F6C68" w:rsidRDefault="006F6C68" w:rsidP="006F6C68">
                  <w:pPr>
                    <w:rPr>
                      <w:sz w:val="12"/>
                    </w:rPr>
                  </w:pPr>
                </w:p>
                <w:p w:rsidR="006F6C68" w:rsidRDefault="006F6C68" w:rsidP="006F6C68">
                  <w:pPr>
                    <w:rPr>
                      <w:sz w:val="12"/>
                    </w:rPr>
                  </w:pPr>
                </w:p>
                <w:p w:rsidR="006F6C68" w:rsidRDefault="006F6C68" w:rsidP="006F6C68">
                  <w:pPr>
                    <w:rPr>
                      <w:sz w:val="12"/>
                    </w:rPr>
                  </w:pPr>
                </w:p>
                <w:p w:rsidR="006F6C68" w:rsidRDefault="006F6C68" w:rsidP="006F6C68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6F6C68" w:rsidRDefault="006F6C68" w:rsidP="006F6C68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6F6C68" w:rsidRDefault="006F6C68" w:rsidP="006F6C68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6F6C68" w:rsidRDefault="006F6C68" w:rsidP="006F6C68"/>
              </w:txbxContent>
            </v:textbox>
          </v:roundrect>
        </w:pict>
      </w:r>
      <w:r w:rsidR="006F6C68">
        <w:rPr>
          <w:rFonts w:ascii="Times New Roman" w:hAnsi="Times New Roman"/>
          <w:sz w:val="24"/>
        </w:rPr>
        <w:t xml:space="preserve">Załącznik nr </w:t>
      </w:r>
      <w:r w:rsidR="00B17CE4" w:rsidRPr="00B17CE4">
        <w:rPr>
          <w:rFonts w:ascii="Times New Roman" w:hAnsi="Times New Roman"/>
          <w:sz w:val="24"/>
        </w:rPr>
        <w:t>1</w:t>
      </w:r>
    </w:p>
    <w:p w:rsidR="006F6C68" w:rsidRDefault="006F6C68" w:rsidP="006F6C68">
      <w:pPr>
        <w:rPr>
          <w:sz w:val="22"/>
        </w:rPr>
      </w:pPr>
    </w:p>
    <w:p w:rsidR="006F6C68" w:rsidRDefault="006F6C68" w:rsidP="006F6C68">
      <w:pPr>
        <w:rPr>
          <w:sz w:val="22"/>
        </w:rPr>
      </w:pPr>
    </w:p>
    <w:p w:rsidR="006F6C68" w:rsidRDefault="006F6C68" w:rsidP="006F6C68">
      <w:pPr>
        <w:rPr>
          <w:sz w:val="22"/>
        </w:rPr>
      </w:pPr>
    </w:p>
    <w:p w:rsidR="006F6C68" w:rsidRDefault="006F6C68" w:rsidP="006F6C68"/>
    <w:p w:rsidR="006F6C68" w:rsidRDefault="006F6C68" w:rsidP="006F6C68">
      <w:pPr>
        <w:pStyle w:val="Nagwek2"/>
        <w:jc w:val="left"/>
        <w:rPr>
          <w:sz w:val="24"/>
        </w:rPr>
      </w:pPr>
    </w:p>
    <w:p w:rsidR="006F6C68" w:rsidRDefault="006F6C68" w:rsidP="006F6C68"/>
    <w:p w:rsidR="006F6C68" w:rsidRDefault="006F6C68" w:rsidP="006F6C68">
      <w:pPr>
        <w:rPr>
          <w:sz w:val="24"/>
          <w:szCs w:val="24"/>
        </w:rPr>
      </w:pPr>
      <w:r>
        <w:rPr>
          <w:sz w:val="24"/>
          <w:szCs w:val="24"/>
        </w:rPr>
        <w:t xml:space="preserve">Znak sprawy: </w:t>
      </w:r>
      <w:r w:rsidR="00B17CE4" w:rsidRPr="00B17CE4">
        <w:rPr>
          <w:sz w:val="24"/>
          <w:szCs w:val="24"/>
        </w:rPr>
        <w:t>ZP.271.2.15.2018</w:t>
      </w:r>
    </w:p>
    <w:p w:rsidR="006F6C68" w:rsidRDefault="006F6C68" w:rsidP="006F6C68">
      <w:pPr>
        <w:rPr>
          <w:sz w:val="24"/>
          <w:szCs w:val="24"/>
        </w:rPr>
      </w:pPr>
    </w:p>
    <w:p w:rsidR="006F6C68" w:rsidRDefault="006F6C68" w:rsidP="006F6C68">
      <w:pPr>
        <w:pStyle w:val="Nagwek2"/>
        <w:jc w:val="left"/>
        <w:rPr>
          <w:b/>
          <w:spacing w:val="20"/>
        </w:rPr>
      </w:pPr>
    </w:p>
    <w:p w:rsidR="006F6C68" w:rsidRDefault="006F6C68" w:rsidP="006F6C68">
      <w:pPr>
        <w:pStyle w:val="Nagwek2"/>
        <w:ind w:left="284" w:right="-286"/>
        <w:jc w:val="center"/>
        <w:rPr>
          <w:b/>
          <w:spacing w:val="20"/>
        </w:rPr>
      </w:pPr>
      <w:r>
        <w:rPr>
          <w:b/>
          <w:spacing w:val="20"/>
        </w:rPr>
        <w:t>WYKAZ ROBÓT BUDOWLANYCH</w:t>
      </w:r>
    </w:p>
    <w:p w:rsidR="006F6C68" w:rsidRDefault="006F6C68" w:rsidP="006F6C68"/>
    <w:p w:rsidR="006F6C68" w:rsidRDefault="006F6C68" w:rsidP="006F6C68">
      <w:pPr>
        <w:jc w:val="both"/>
        <w:rPr>
          <w:sz w:val="24"/>
        </w:rPr>
      </w:pPr>
    </w:p>
    <w:p w:rsidR="006F6C68" w:rsidRDefault="006F6C68" w:rsidP="006F6C68">
      <w:pPr>
        <w:spacing w:after="120"/>
        <w:jc w:val="both"/>
        <w:rPr>
          <w:sz w:val="24"/>
        </w:rPr>
      </w:pPr>
      <w:r>
        <w:rPr>
          <w:sz w:val="24"/>
        </w:rPr>
        <w:t xml:space="preserve">Składając ofertę w postępowaniu o udzielenie zamówienia publicznego prowadzonym w trybie </w:t>
      </w:r>
      <w:r w:rsidR="00B17CE4" w:rsidRPr="00B17CE4">
        <w:rPr>
          <w:b/>
          <w:sz w:val="24"/>
        </w:rPr>
        <w:t>przetarg nieograniczony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:rsidR="006F6C68" w:rsidRDefault="00B17CE4" w:rsidP="006F6C68">
      <w:pPr>
        <w:jc w:val="center"/>
        <w:rPr>
          <w:sz w:val="24"/>
          <w:szCs w:val="24"/>
        </w:rPr>
      </w:pPr>
      <w:r w:rsidRPr="00B17CE4">
        <w:rPr>
          <w:b/>
          <w:sz w:val="24"/>
          <w:szCs w:val="24"/>
        </w:rPr>
        <w:t>Wykonanie remontów cząstkowych nawierzchni bitumicznych dróg gminnych na terenie gminy i miasta Odolanów oraz dróg powiatowych na terenie miasta Odolanów w 2018 roku</w:t>
      </w:r>
    </w:p>
    <w:p w:rsidR="006F6C68" w:rsidRDefault="006F6C68" w:rsidP="006F6C68">
      <w:pPr>
        <w:jc w:val="both"/>
        <w:rPr>
          <w:sz w:val="24"/>
        </w:rPr>
      </w:pPr>
    </w:p>
    <w:p w:rsidR="006F6C68" w:rsidRDefault="006F6C68" w:rsidP="006F6C68">
      <w:pPr>
        <w:jc w:val="both"/>
        <w:rPr>
          <w:sz w:val="24"/>
        </w:rPr>
      </w:pPr>
    </w:p>
    <w:p w:rsidR="006F6C68" w:rsidRDefault="006F6C68" w:rsidP="006F6C68">
      <w:pPr>
        <w:jc w:val="both"/>
        <w:rPr>
          <w:sz w:val="24"/>
        </w:rPr>
      </w:pPr>
      <w:r>
        <w:rPr>
          <w:sz w:val="24"/>
        </w:rPr>
        <w:t>OŚWIADCZAM(Y), że: wykonałem (wykonaliśmy) następujące roboty budowlane:</w:t>
      </w:r>
    </w:p>
    <w:p w:rsidR="006F6C68" w:rsidRDefault="006F6C68" w:rsidP="006F6C68">
      <w:pPr>
        <w:jc w:val="both"/>
        <w:rPr>
          <w:sz w:val="24"/>
        </w:rPr>
      </w:pPr>
    </w:p>
    <w:tbl>
      <w:tblPr>
        <w:tblW w:w="75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420"/>
        <w:gridCol w:w="1254"/>
        <w:gridCol w:w="1918"/>
        <w:gridCol w:w="1143"/>
        <w:gridCol w:w="1861"/>
      </w:tblGrid>
      <w:tr w:rsidR="006F6C68" w:rsidTr="006F6C68">
        <w:trPr>
          <w:trHeight w:val="740"/>
          <w:jc w:val="center"/>
        </w:trPr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6C68" w:rsidRDefault="006F6C68">
            <w:pPr>
              <w:pStyle w:val="Nagwek"/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Rodzaj robót budowlanych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6C68" w:rsidRDefault="006F6C68">
            <w:pPr>
              <w:pStyle w:val="Nagwek"/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Wartość 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F6C68" w:rsidRDefault="006F6C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Data wykonania</w:t>
            </w:r>
          </w:p>
          <w:p w:rsidR="006F6C68" w:rsidRDefault="006F6C68">
            <w:pPr>
              <w:jc w:val="center"/>
              <w:rPr>
                <w:i/>
              </w:rPr>
            </w:pPr>
            <w:r>
              <w:rPr>
                <w:i/>
              </w:rPr>
              <w:t>(data rozpoczęcia – data zakończenia)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F6C68" w:rsidRDefault="006F6C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Miejsce wykonania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6C68" w:rsidRDefault="006F6C68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4"/>
              </w:rPr>
              <w:t>Podmiot, na rzecz którego roboty te zostały wykonane</w:t>
            </w:r>
          </w:p>
        </w:tc>
      </w:tr>
      <w:tr w:rsidR="006F6C68" w:rsidTr="006F6C68">
        <w:trPr>
          <w:trHeight w:val="765"/>
          <w:jc w:val="center"/>
        </w:trPr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68" w:rsidRDefault="006F6C68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68" w:rsidRDefault="006F6C68">
            <w:pPr>
              <w:jc w:val="center"/>
              <w:rPr>
                <w:sz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68" w:rsidRDefault="006F6C68">
            <w:pPr>
              <w:jc w:val="center"/>
              <w:rPr>
                <w:sz w:val="24"/>
              </w:rPr>
            </w:pPr>
          </w:p>
          <w:p w:rsidR="006F6C68" w:rsidRDefault="006F6C68">
            <w:pPr>
              <w:jc w:val="center"/>
              <w:rPr>
                <w:sz w:val="24"/>
              </w:rPr>
            </w:pPr>
          </w:p>
          <w:p w:rsidR="006F6C68" w:rsidRDefault="006F6C68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F6C68" w:rsidRDefault="006F6C68">
            <w:pPr>
              <w:jc w:val="center"/>
              <w:rPr>
                <w:sz w:val="24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F6C68" w:rsidRDefault="006F6C68">
            <w:pPr>
              <w:jc w:val="center"/>
              <w:rPr>
                <w:sz w:val="24"/>
              </w:rPr>
            </w:pPr>
          </w:p>
        </w:tc>
      </w:tr>
      <w:tr w:rsidR="006F6C68" w:rsidTr="006F6C68">
        <w:trPr>
          <w:jc w:val="center"/>
        </w:trPr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68" w:rsidRDefault="006F6C68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68" w:rsidRDefault="006F6C68">
            <w:pPr>
              <w:jc w:val="center"/>
              <w:rPr>
                <w:sz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68" w:rsidRDefault="006F6C68">
            <w:pPr>
              <w:jc w:val="center"/>
              <w:rPr>
                <w:sz w:val="24"/>
              </w:rPr>
            </w:pPr>
          </w:p>
          <w:p w:rsidR="006F6C68" w:rsidRDefault="006F6C68">
            <w:pPr>
              <w:jc w:val="center"/>
              <w:rPr>
                <w:sz w:val="24"/>
              </w:rPr>
            </w:pPr>
          </w:p>
          <w:p w:rsidR="006F6C68" w:rsidRDefault="006F6C68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F6C68" w:rsidRDefault="006F6C68">
            <w:pPr>
              <w:jc w:val="center"/>
              <w:rPr>
                <w:sz w:val="24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F6C68" w:rsidRDefault="006F6C68">
            <w:pPr>
              <w:jc w:val="center"/>
              <w:rPr>
                <w:sz w:val="24"/>
              </w:rPr>
            </w:pPr>
          </w:p>
        </w:tc>
      </w:tr>
      <w:tr w:rsidR="006F6C68" w:rsidTr="006F6C68">
        <w:trPr>
          <w:jc w:val="center"/>
        </w:trPr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68" w:rsidRDefault="006F6C68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68" w:rsidRDefault="006F6C68">
            <w:pPr>
              <w:jc w:val="center"/>
              <w:rPr>
                <w:sz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C68" w:rsidRDefault="006F6C68">
            <w:pPr>
              <w:jc w:val="center"/>
              <w:rPr>
                <w:sz w:val="24"/>
              </w:rPr>
            </w:pPr>
          </w:p>
          <w:p w:rsidR="006F6C68" w:rsidRDefault="006F6C68">
            <w:pPr>
              <w:jc w:val="center"/>
              <w:rPr>
                <w:sz w:val="24"/>
              </w:rPr>
            </w:pPr>
          </w:p>
          <w:p w:rsidR="006F6C68" w:rsidRDefault="006F6C68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F6C68" w:rsidRDefault="006F6C68">
            <w:pPr>
              <w:jc w:val="center"/>
              <w:rPr>
                <w:sz w:val="24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F6C68" w:rsidRDefault="006F6C68">
            <w:pPr>
              <w:jc w:val="center"/>
              <w:rPr>
                <w:sz w:val="24"/>
              </w:rPr>
            </w:pPr>
          </w:p>
        </w:tc>
      </w:tr>
    </w:tbl>
    <w:p w:rsidR="006F6C68" w:rsidRDefault="006F6C68" w:rsidP="006F6C68">
      <w:pPr>
        <w:jc w:val="both"/>
        <w:rPr>
          <w:sz w:val="24"/>
        </w:rPr>
      </w:pPr>
    </w:p>
    <w:p w:rsidR="006F6C68" w:rsidRDefault="006F6C68" w:rsidP="006F6C68">
      <w:pPr>
        <w:jc w:val="both"/>
        <w:rPr>
          <w:sz w:val="24"/>
        </w:rPr>
      </w:pPr>
      <w:r>
        <w:rPr>
          <w:sz w:val="24"/>
        </w:rPr>
        <w:t>Do wykazu należy dołączyć dowody</w:t>
      </w:r>
      <w:r>
        <w:rPr>
          <w:vertAlign w:val="superscript"/>
        </w:rPr>
        <w:t>1)</w:t>
      </w:r>
      <w:r>
        <w:t xml:space="preserve"> </w:t>
      </w:r>
      <w:r>
        <w:rPr>
          <w:sz w:val="24"/>
          <w:szCs w:val="24"/>
        </w:rPr>
        <w:t>potwierdzające,</w:t>
      </w:r>
      <w:r>
        <w:t xml:space="preserve"> </w:t>
      </w:r>
      <w:r>
        <w:rPr>
          <w:sz w:val="24"/>
        </w:rPr>
        <w:t>że roboty budowlane zostały wykonane należycie, zgodnie z przepisami prawa budowlanego i prawidłowo ukończone.</w:t>
      </w:r>
    </w:p>
    <w:p w:rsidR="006F6C68" w:rsidRDefault="006F6C68" w:rsidP="006F6C68">
      <w:pPr>
        <w:rPr>
          <w:sz w:val="24"/>
        </w:rPr>
      </w:pPr>
    </w:p>
    <w:p w:rsidR="006F6C68" w:rsidRDefault="006F6C68" w:rsidP="006F6C68">
      <w:pPr>
        <w:rPr>
          <w:sz w:val="24"/>
        </w:rPr>
      </w:pPr>
    </w:p>
    <w:p w:rsidR="006F6C68" w:rsidRDefault="006F6C68" w:rsidP="006F6C68">
      <w:pPr>
        <w:rPr>
          <w:sz w:val="24"/>
        </w:rPr>
      </w:pPr>
    </w:p>
    <w:p w:rsidR="006F6C68" w:rsidRDefault="006F6C68" w:rsidP="006F6C68">
      <w:pPr>
        <w:rPr>
          <w:sz w:val="24"/>
        </w:rPr>
      </w:pPr>
    </w:p>
    <w:p w:rsidR="006F6C68" w:rsidRDefault="006F6C68" w:rsidP="006F6C68">
      <w:pPr>
        <w:rPr>
          <w:sz w:val="24"/>
        </w:rPr>
      </w:pPr>
      <w:r>
        <w:rPr>
          <w:sz w:val="24"/>
        </w:rPr>
        <w:t>……….…….. dnia ……….……..</w:t>
      </w:r>
      <w:r>
        <w:rPr>
          <w:sz w:val="24"/>
        </w:rPr>
        <w:tab/>
        <w:t xml:space="preserve">                ……………..…………………………………..</w:t>
      </w:r>
    </w:p>
    <w:p w:rsidR="006F6C68" w:rsidRDefault="006F6C68" w:rsidP="006F6C68">
      <w:pPr>
        <w:jc w:val="right"/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</w:t>
      </w:r>
      <w:r>
        <w:rPr>
          <w:sz w:val="24"/>
          <w:vertAlign w:val="superscript"/>
        </w:rPr>
        <w:t>podpis osoby uprawnionej do składania oświadczeń woli w imieniu Wykonawcy</w:t>
      </w:r>
    </w:p>
    <w:p w:rsidR="006F6C68" w:rsidRDefault="006F6C68" w:rsidP="006F6C68">
      <w:pPr>
        <w:rPr>
          <w:sz w:val="24"/>
          <w:vertAlign w:val="superscript"/>
        </w:rPr>
      </w:pPr>
    </w:p>
    <w:p w:rsidR="006F6C68" w:rsidRDefault="006F6C68" w:rsidP="006F6C68">
      <w:pPr>
        <w:rPr>
          <w:sz w:val="24"/>
          <w:vertAlign w:val="superscript"/>
        </w:rPr>
      </w:pPr>
    </w:p>
    <w:p w:rsidR="006F6C68" w:rsidRDefault="006F6C68" w:rsidP="006F6C68">
      <w:pPr>
        <w:ind w:hanging="142"/>
        <w:jc w:val="both"/>
        <w:rPr>
          <w:sz w:val="18"/>
          <w:szCs w:val="18"/>
        </w:rPr>
      </w:pPr>
      <w:r>
        <w:rPr>
          <w:sz w:val="22"/>
          <w:szCs w:val="22"/>
          <w:vertAlign w:val="superscript"/>
        </w:rPr>
        <w:t>1)</w:t>
      </w:r>
      <w:r>
        <w:rPr>
          <w:sz w:val="18"/>
          <w:szCs w:val="18"/>
        </w:rPr>
        <w:t xml:space="preserve"> Stosownie do postanowień §2 ust. 4 pkt. 1 </w:t>
      </w:r>
      <w:r>
        <w:rPr>
          <w:i/>
          <w:sz w:val="18"/>
          <w:szCs w:val="18"/>
        </w:rPr>
        <w:t>Rozporządzenia Ministra Rozwoju z dnia 26 lipca 2016r. w sprawie rodzajów dokumentów, jakich może żądać zamawiający od wykonawcy w postępowaniu o udzielenie zamówienia</w:t>
      </w:r>
      <w:r>
        <w:rPr>
          <w:sz w:val="18"/>
          <w:szCs w:val="18"/>
        </w:rPr>
        <w:t>, dowodami tymi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:rsidR="00156CD0" w:rsidRDefault="006F6C68" w:rsidP="006F6C68">
      <w:pPr>
        <w:tabs>
          <w:tab w:val="left" w:pos="1920"/>
        </w:tabs>
      </w:pPr>
      <w:r>
        <w:tab/>
      </w:r>
    </w:p>
    <w:sectPr w:rsidR="00156CD0" w:rsidSect="006F6C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032" w:rsidRDefault="00E83032" w:rsidP="00B17CE4">
      <w:r>
        <w:separator/>
      </w:r>
    </w:p>
  </w:endnote>
  <w:endnote w:type="continuationSeparator" w:id="0">
    <w:p w:rsidR="00E83032" w:rsidRDefault="00E83032" w:rsidP="00B17C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CE4" w:rsidRDefault="00B17CE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CE4" w:rsidRDefault="00B17CE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CE4" w:rsidRDefault="00B17CE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032" w:rsidRDefault="00E83032" w:rsidP="00B17CE4">
      <w:r>
        <w:separator/>
      </w:r>
    </w:p>
  </w:footnote>
  <w:footnote w:type="continuationSeparator" w:id="0">
    <w:p w:rsidR="00E83032" w:rsidRDefault="00E83032" w:rsidP="00B17C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CE4" w:rsidRDefault="00B17CE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CE4" w:rsidRDefault="00B17CE4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CE4" w:rsidRDefault="00B17CE4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51FB"/>
    <w:rsid w:val="00156CD0"/>
    <w:rsid w:val="002E1DA4"/>
    <w:rsid w:val="00336C0C"/>
    <w:rsid w:val="004F0450"/>
    <w:rsid w:val="005B11DB"/>
    <w:rsid w:val="006F6C68"/>
    <w:rsid w:val="00AB51FB"/>
    <w:rsid w:val="00B17CE4"/>
    <w:rsid w:val="00E5352F"/>
    <w:rsid w:val="00E83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6C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F6C68"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6F6C68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6F6C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F6C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6F6C68"/>
    <w:pPr>
      <w:spacing w:before="120" w:line="360" w:lineRule="auto"/>
      <w:jc w:val="center"/>
    </w:pPr>
    <w:rPr>
      <w:rFonts w:ascii="Arial" w:hAnsi="Arial"/>
      <w:b/>
      <w:sz w:val="22"/>
    </w:rPr>
  </w:style>
  <w:style w:type="character" w:customStyle="1" w:styleId="TytuZnak">
    <w:name w:val="Tytuł Znak"/>
    <w:basedOn w:val="Domylnaczcionkaakapitu"/>
    <w:link w:val="Tytu"/>
    <w:rsid w:val="006F6C68"/>
    <w:rPr>
      <w:rFonts w:ascii="Arial" w:eastAsia="Times New Roman" w:hAnsi="Arial" w:cs="Times New Roman"/>
      <w:b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B17C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17CE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1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A~1.FI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208</Words>
  <Characters>1249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aleksandra.fikus</dc:creator>
  <cp:lastModifiedBy>aleksandra.fikus</cp:lastModifiedBy>
  <cp:revision>2</cp:revision>
  <dcterms:created xsi:type="dcterms:W3CDTF">2018-04-04T06:38:00Z</dcterms:created>
  <dcterms:modified xsi:type="dcterms:W3CDTF">2018-04-04T06:38:00Z</dcterms:modified>
</cp:coreProperties>
</file>